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D112F">
        <w:rPr>
          <w:rFonts w:ascii="Arial" w:hAnsi="Arial" w:cs="Arial"/>
          <w:b/>
          <w:caps/>
          <w:sz w:val="28"/>
          <w:szCs w:val="28"/>
        </w:rPr>
        <w:t>75</w:t>
      </w:r>
      <w:r w:rsidR="00551462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D112F" w:rsidRDefault="005514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462">
              <w:rPr>
                <w:rFonts w:ascii="Arial" w:hAnsi="Arial" w:cs="Arial"/>
                <w:sz w:val="20"/>
                <w:szCs w:val="20"/>
              </w:rPr>
              <w:t>Solicita a ampliação do espaço pavimentado da área existente na Rua Luiz Gonzaga Rosa da Silva, ao lado da UBS do Bairro Bandeira Branca 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12F" w:rsidRDefault="00CD112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51462" w:rsidRPr="00551462">
        <w:rPr>
          <w:rFonts w:ascii="Arial" w:hAnsi="Arial" w:cs="Arial"/>
        </w:rPr>
        <w:t>a ampliação do espaço pavimentado da área existente na Rua Luiz Gonzaga Rosa da Silva, ao lado da UBS do Bairro Bandeira Branca I.</w:t>
      </w:r>
      <w:r w:rsidR="00551462">
        <w:rPr>
          <w:rFonts w:ascii="Arial" w:hAnsi="Arial" w:cs="Arial"/>
        </w:rPr>
        <w:t xml:space="preserve"> Com foto.</w:t>
      </w:r>
    </w:p>
    <w:p w:rsidR="00551462" w:rsidRDefault="0055146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51462">
        <w:rPr>
          <w:rFonts w:ascii="Arial" w:hAnsi="Arial" w:cs="Arial"/>
        </w:rPr>
        <w:t>Tal solicitação visa atender</w:t>
      </w:r>
      <w:r>
        <w:rPr>
          <w:rFonts w:ascii="Arial" w:hAnsi="Arial" w:cs="Arial"/>
        </w:rPr>
        <w:t xml:space="preserve"> aos</w:t>
      </w:r>
      <w:r w:rsidRPr="00551462">
        <w:rPr>
          <w:rFonts w:ascii="Arial" w:hAnsi="Arial" w:cs="Arial"/>
        </w:rPr>
        <w:t xml:space="preserve"> pedidos dos munícipes que fazem suas aulas físicas acompanhada</w:t>
      </w:r>
      <w:r>
        <w:rPr>
          <w:rFonts w:ascii="Arial" w:hAnsi="Arial" w:cs="Arial"/>
        </w:rPr>
        <w:t>s pelo professor na referida área e, segundo eles, não há</w:t>
      </w:r>
      <w:r w:rsidRPr="00551462">
        <w:rPr>
          <w:rFonts w:ascii="Arial" w:hAnsi="Arial" w:cs="Arial"/>
        </w:rPr>
        <w:t xml:space="preserve"> espaço para colocar</w:t>
      </w:r>
      <w:r>
        <w:rPr>
          <w:rFonts w:ascii="Arial" w:hAnsi="Arial" w:cs="Arial"/>
        </w:rPr>
        <w:t>em os colchonetes.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112F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</w:t>
      </w:r>
      <w:r w:rsidR="00CD112F">
        <w:rPr>
          <w:rFonts w:ascii="Arial" w:hAnsi="Arial" w:cs="Arial"/>
        </w:rPr>
        <w:t xml:space="preserve"> 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112F" w:rsidRDefault="00CD112F" w:rsidP="00CD112F">
      <w:pPr>
        <w:jc w:val="center"/>
        <w:rPr>
          <w:rFonts w:ascii="Arial" w:hAnsi="Arial" w:cs="Arial"/>
          <w:b/>
        </w:rPr>
      </w:pPr>
    </w:p>
    <w:p w:rsidR="00CD112F" w:rsidRPr="00A34F2C" w:rsidRDefault="00CD112F" w:rsidP="00CD112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D112F" w:rsidRPr="00A34F2C" w:rsidRDefault="00CD112F" w:rsidP="00CD112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5514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3392917"/>
            <wp:effectExtent l="0" t="0" r="8255" b="0"/>
            <wp:docPr id="3" name="Imagem 3" descr="C:\Users\Salete\AppData\Local\Microsoft\Windows\Temporary Internet Files\Content.Word\IMG-20180323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80323-WA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93" w:rsidRDefault="008B3A93">
      <w:r>
        <w:separator/>
      </w:r>
    </w:p>
  </w:endnote>
  <w:endnote w:type="continuationSeparator" w:id="0">
    <w:p w:rsidR="008B3A93" w:rsidRDefault="008B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93" w:rsidRDefault="008B3A93">
      <w:r>
        <w:separator/>
      </w:r>
    </w:p>
  </w:footnote>
  <w:footnote w:type="continuationSeparator" w:id="0">
    <w:p w:rsidR="008B3A93" w:rsidRDefault="008B3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1462">
      <w:rPr>
        <w:rFonts w:ascii="Arial" w:hAnsi="Arial" w:cs="Arial"/>
        <w:b/>
        <w:sz w:val="20"/>
        <w:szCs w:val="20"/>
        <w:u w:val="single"/>
      </w:rPr>
      <w:t>758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551462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4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14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6F6"/>
    <w:rsid w:val="003F6E1B"/>
    <w:rsid w:val="00412795"/>
    <w:rsid w:val="00433F88"/>
    <w:rsid w:val="00464C26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14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3A93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D112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CB32-F709-41C1-AF6D-D20C73A7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2018-03-27T15:52:00Z</cp:lastPrinted>
  <dcterms:created xsi:type="dcterms:W3CDTF">2018-03-27T15:52:00Z</dcterms:created>
  <dcterms:modified xsi:type="dcterms:W3CDTF">2018-03-27T15:56:00Z</dcterms:modified>
</cp:coreProperties>
</file>